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7AFB4" w14:textId="2D6AF678" w:rsidR="00A63821" w:rsidRDefault="00A63821" w:rsidP="00243AA1">
      <w:pPr>
        <w:pStyle w:val="Title"/>
        <w:pBdr>
          <w:bottom w:val="single" w:sz="8" w:space="0" w:color="4F81BD" w:themeColor="accent1"/>
        </w:pBdr>
        <w:spacing w:after="0"/>
      </w:pPr>
      <w:r w:rsidRPr="00243AA1">
        <w:rPr>
          <w:sz w:val="40"/>
        </w:rPr>
        <w:t>Review Worksheet</w:t>
      </w:r>
      <w:r w:rsidR="00243AA1" w:rsidRPr="00243AA1">
        <w:rPr>
          <w:sz w:val="40"/>
        </w:rPr>
        <w:t>-Algebra Concepts</w:t>
      </w:r>
      <w:r w:rsidR="008D3E96" w:rsidRPr="00243AA1">
        <w:rPr>
          <w:sz w:val="40"/>
        </w:rPr>
        <w:tab/>
      </w:r>
      <w:r w:rsidR="008D3E96">
        <w:tab/>
      </w:r>
      <w:r w:rsidR="008D3E96" w:rsidRPr="008D3E96">
        <w:rPr>
          <w:sz w:val="36"/>
        </w:rPr>
        <w:t>Name:</w:t>
      </w:r>
    </w:p>
    <w:p w14:paraId="0A5C3BD3" w14:textId="77777777" w:rsidR="00A63821" w:rsidRDefault="00A63821" w:rsidP="00243AA1"/>
    <w:p w14:paraId="0F6FC04F" w14:textId="77777777" w:rsidR="00A63821" w:rsidRDefault="00A63821" w:rsidP="00243AA1">
      <w:pPr>
        <w:pStyle w:val="ListParagraph"/>
        <w:numPr>
          <w:ilvl w:val="0"/>
          <w:numId w:val="5"/>
        </w:numPr>
        <w:spacing w:line="720" w:lineRule="auto"/>
        <w:ind w:left="0" w:firstLine="0"/>
        <w:contextualSpacing w:val="0"/>
      </w:pPr>
      <w:r>
        <w:t>In your own words, what is a variable?</w:t>
      </w:r>
    </w:p>
    <w:p w14:paraId="4D315913" w14:textId="77777777" w:rsidR="00A63821" w:rsidRDefault="00A63821" w:rsidP="00243AA1">
      <w:pPr>
        <w:pStyle w:val="ListParagraph"/>
        <w:numPr>
          <w:ilvl w:val="0"/>
          <w:numId w:val="5"/>
        </w:numPr>
        <w:spacing w:line="720" w:lineRule="auto"/>
        <w:ind w:left="0" w:firstLine="0"/>
        <w:contextualSpacing w:val="0"/>
      </w:pPr>
      <w:r>
        <w:t>What is the difference between an equatio</w:t>
      </w:r>
      <w:r w:rsidR="008D3E96">
        <w:t>n and an expression in Algebra?</w:t>
      </w:r>
    </w:p>
    <w:p w14:paraId="79331C4E" w14:textId="77777777" w:rsidR="00937D66" w:rsidRDefault="00937D66" w:rsidP="00243AA1">
      <w:pPr>
        <w:pStyle w:val="ListParagraph"/>
        <w:ind w:left="0"/>
      </w:pPr>
      <w:r>
        <w:t>Solve for x.</w:t>
      </w:r>
    </w:p>
    <w:p w14:paraId="38D1E23C" w14:textId="77777777" w:rsidR="00937D66" w:rsidRDefault="00937D6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</w:pPr>
      <w:r>
        <w:t>2x + 5 = 15</w:t>
      </w:r>
    </w:p>
    <w:p w14:paraId="66E0E20C" w14:textId="77777777" w:rsidR="00B95DB7" w:rsidRDefault="00937D6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</w:pPr>
      <w:r>
        <w:t>6x + 5 – 2x = 8x – 20</w:t>
      </w:r>
    </w:p>
    <w:p w14:paraId="5C4CE6C9" w14:textId="77777777" w:rsidR="00937D66" w:rsidRDefault="00937D6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t>2(x+4) = 5x + 14</w:t>
      </w:r>
    </w:p>
    <w:p w14:paraId="0D3E939A" w14:textId="77777777" w:rsidR="00C260B7" w:rsidRDefault="008D3E9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3x+10&gt;28</w:t>
      </w:r>
    </w:p>
    <w:p w14:paraId="34B1219C" w14:textId="77777777" w:rsidR="008D3E96" w:rsidRDefault="008D3E9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|x+1|=5</w:t>
      </w:r>
    </w:p>
    <w:p w14:paraId="0A632D06" w14:textId="77777777" w:rsidR="008D3E96" w:rsidRDefault="008D3E9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3x+1&gt;6x+10</w:t>
      </w:r>
    </w:p>
    <w:p w14:paraId="19C3005F" w14:textId="77777777" w:rsidR="008D3E96" w:rsidRDefault="008D3E9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|x+1|&gt;3</w:t>
      </w:r>
    </w:p>
    <w:p w14:paraId="68F1F109" w14:textId="77777777" w:rsidR="008D3E96" w:rsidRDefault="008D3E96" w:rsidP="00243AA1">
      <w:pPr>
        <w:pStyle w:val="ListParagraph"/>
        <w:numPr>
          <w:ilvl w:val="0"/>
          <w:numId w:val="5"/>
        </w:numPr>
        <w:spacing w:line="1200" w:lineRule="auto"/>
        <w:ind w:left="0" w:firstLine="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3x-4&lt;-2x+6</w:t>
      </w:r>
    </w:p>
    <w:p w14:paraId="013DC52F" w14:textId="04FF5C19" w:rsidR="00C260B7" w:rsidRDefault="00243AA1" w:rsidP="00243AA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Solve the following quadratics.</w:t>
      </w:r>
    </w:p>
    <w:p w14:paraId="15D516B2" w14:textId="77777777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0" w:lineRule="auto"/>
        <w:ind w:left="0" w:firstLine="0"/>
        <w:rPr>
          <w:rFonts w:cs="Times New Roman"/>
          <w:szCs w:val="24"/>
        </w:rPr>
      </w:pPr>
      <w:r>
        <w:t>x</w:t>
      </w:r>
      <w:r>
        <w:rPr>
          <w:vertAlign w:val="superscript"/>
        </w:rPr>
        <w:t>2</w:t>
      </w:r>
      <w:r>
        <w:t xml:space="preserve"> - 5x - 24 = 0 </w:t>
      </w:r>
    </w:p>
    <w:p w14:paraId="3E12C11C" w14:textId="77777777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0" w:lineRule="auto"/>
        <w:ind w:left="0" w:firstLine="0"/>
        <w:rPr>
          <w:rFonts w:cs="Times New Roman"/>
          <w:szCs w:val="24"/>
        </w:rPr>
      </w:pPr>
      <w:r>
        <w:t>x</w:t>
      </w:r>
      <w:r>
        <w:rPr>
          <w:vertAlign w:val="superscript"/>
        </w:rPr>
        <w:t>2</w:t>
      </w:r>
      <w:r>
        <w:t xml:space="preserve"> - 12x + 20 = 0 </w:t>
      </w:r>
    </w:p>
    <w:p w14:paraId="242CF498" w14:textId="77777777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0" w:lineRule="auto"/>
        <w:ind w:left="0" w:firstLine="0"/>
        <w:rPr>
          <w:rFonts w:cs="Times New Roman"/>
          <w:szCs w:val="24"/>
        </w:rPr>
      </w:pPr>
      <w:r>
        <w:t>x</w:t>
      </w:r>
      <w:r>
        <w:rPr>
          <w:vertAlign w:val="superscript"/>
        </w:rPr>
        <w:t>2</w:t>
      </w:r>
      <w:r>
        <w:t xml:space="preserve"> - x - 2 = 0 </w:t>
      </w:r>
    </w:p>
    <w:p w14:paraId="6491FD3E" w14:textId="08DC972F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0" w:lineRule="auto"/>
        <w:ind w:left="0" w:firstLine="0"/>
        <w:rPr>
          <w:rFonts w:cs="Times New Roman"/>
          <w:szCs w:val="24"/>
        </w:rPr>
      </w:pPr>
      <w:r>
        <w:t>x</w:t>
      </w:r>
      <w:r w:rsidRPr="00243AA1">
        <w:rPr>
          <w:vertAlign w:val="superscript"/>
        </w:rPr>
        <w:t>2</w:t>
      </w:r>
      <w:r>
        <w:t xml:space="preserve"> - 19x + 88 = 0 </w:t>
      </w:r>
    </w:p>
    <w:p w14:paraId="6B7B1D47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</w:pPr>
    </w:p>
    <w:p w14:paraId="41F75A08" w14:textId="5D601F26" w:rsidR="00243AA1" w:rsidRP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r>
        <w:lastRenderedPageBreak/>
        <w:t>Graph the following.</w:t>
      </w:r>
    </w:p>
    <w:p w14:paraId="7C4582F0" w14:textId="5BAC4592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>
        <w:t>y=x</w:t>
      </w:r>
      <w:r w:rsidRPr="00243AA1">
        <w:rPr>
          <w:vertAlign w:val="superscript"/>
        </w:rPr>
        <w:t xml:space="preserve"> </w:t>
      </w:r>
      <w:r w:rsidRPr="00243AA1">
        <w:rPr>
          <w:vertAlign w:val="superscript"/>
        </w:rPr>
        <w:t>2</w:t>
      </w:r>
      <w:r>
        <w:t xml:space="preserve"> + 7x + 12</w:t>
      </w:r>
    </w:p>
    <w:p w14:paraId="3BF9CA45" w14:textId="78D19C91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4414E855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06F46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72530982" w14:textId="77777777" w:rsidR="00E706C5" w:rsidRDefault="00E706C5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76A0B9C2" w14:textId="77777777" w:rsidR="00E706C5" w:rsidRDefault="00E706C5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20698901" w14:textId="77777777" w:rsidR="00243AA1" w:rsidRP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4F3DB725" w14:textId="7642A621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>
        <w:t>y=x</w:t>
      </w:r>
      <w:r w:rsidRPr="00243AA1">
        <w:rPr>
          <w:vertAlign w:val="superscript"/>
        </w:rPr>
        <w:t>2</w:t>
      </w:r>
      <w:r>
        <w:t xml:space="preserve"> + 11x + 30 </w:t>
      </w:r>
    </w:p>
    <w:p w14:paraId="2A64D529" w14:textId="15C580A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54E54216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C34F3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39FD0D73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0BB9A42A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6BDB8698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2A587468" w14:textId="77777777" w:rsidR="00243AA1" w:rsidRP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bookmarkStart w:id="0" w:name="_GoBack"/>
      <w:bookmarkEnd w:id="0"/>
    </w:p>
    <w:p w14:paraId="706D4836" w14:textId="0F32FA0A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>
        <w:lastRenderedPageBreak/>
        <w:t>y=</w:t>
      </w:r>
      <w:r>
        <w:t>x</w:t>
      </w:r>
      <w:r w:rsidRPr="00243AA1">
        <w:rPr>
          <w:vertAlign w:val="superscript"/>
        </w:rPr>
        <w:t>2</w:t>
      </w:r>
      <w:r>
        <w:t xml:space="preserve"> - 8x - 33</w:t>
      </w:r>
    </w:p>
    <w:p w14:paraId="7A252167" w14:textId="1F0CF31B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4ED71053">
            <wp:extent cx="2971800" cy="2981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8EF3D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707EB2F3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47A41288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7C67C7CA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34688F2A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2A48FE9F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4D5CF4B9" w14:textId="77777777" w:rsid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02254AAE" w14:textId="77777777" w:rsidR="00243AA1" w:rsidRP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</w:p>
    <w:p w14:paraId="2B9A1EDD" w14:textId="29B8B809" w:rsidR="00243AA1" w:rsidRPr="00243AA1" w:rsidRDefault="00243AA1" w:rsidP="00243AA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>
        <w:t>y=x</w:t>
      </w:r>
      <w:r w:rsidRPr="00243AA1">
        <w:rPr>
          <w:vertAlign w:val="superscript"/>
        </w:rPr>
        <w:t>2</w:t>
      </w:r>
      <w:r>
        <w:t xml:space="preserve"> + 15x + 50 </w:t>
      </w:r>
    </w:p>
    <w:p w14:paraId="537CDF02" w14:textId="529ECE8A" w:rsidR="00243AA1" w:rsidRPr="00243AA1" w:rsidRDefault="00243AA1" w:rsidP="00243AA1">
      <w:pPr>
        <w:pStyle w:val="ListParagraph"/>
        <w:autoSpaceDE w:val="0"/>
        <w:autoSpaceDN w:val="0"/>
        <w:adjustRightInd w:val="0"/>
        <w:ind w:left="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31665E33">
            <wp:extent cx="2971800" cy="2981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sectPr w:rsidR="00243AA1" w:rsidRPr="00243AA1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788"/>
    <w:multiLevelType w:val="hybridMultilevel"/>
    <w:tmpl w:val="BB2E4DA6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A56F3"/>
    <w:multiLevelType w:val="hybridMultilevel"/>
    <w:tmpl w:val="F7422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37BE0"/>
    <w:multiLevelType w:val="hybridMultilevel"/>
    <w:tmpl w:val="309AC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54555"/>
    <w:multiLevelType w:val="hybridMultilevel"/>
    <w:tmpl w:val="250A6424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8767D"/>
    <w:multiLevelType w:val="hybridMultilevel"/>
    <w:tmpl w:val="C2B8B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D4158"/>
    <w:multiLevelType w:val="hybridMultilevel"/>
    <w:tmpl w:val="D0167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1B70"/>
    <w:multiLevelType w:val="hybridMultilevel"/>
    <w:tmpl w:val="9E8261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BD23B0"/>
    <w:multiLevelType w:val="hybridMultilevel"/>
    <w:tmpl w:val="A894B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956F5"/>
    <w:multiLevelType w:val="hybridMultilevel"/>
    <w:tmpl w:val="0298FABC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66"/>
    <w:rsid w:val="00243AA1"/>
    <w:rsid w:val="002449F6"/>
    <w:rsid w:val="00473301"/>
    <w:rsid w:val="004F44B9"/>
    <w:rsid w:val="007D0879"/>
    <w:rsid w:val="00816B4A"/>
    <w:rsid w:val="008D3E96"/>
    <w:rsid w:val="00937D66"/>
    <w:rsid w:val="00A63821"/>
    <w:rsid w:val="00B51A59"/>
    <w:rsid w:val="00B95DB7"/>
    <w:rsid w:val="00C260B7"/>
    <w:rsid w:val="00E706C5"/>
    <w:rsid w:val="00F2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8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D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D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7D6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38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82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D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D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7D6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38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82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4</cp:revision>
  <dcterms:created xsi:type="dcterms:W3CDTF">2010-03-29T15:26:00Z</dcterms:created>
  <dcterms:modified xsi:type="dcterms:W3CDTF">2010-03-29T15:34:00Z</dcterms:modified>
</cp:coreProperties>
</file>